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 10 кВ №4 ПС Большекирсановская на территории Большекирсановского сельского поселения.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509730 кв.м ± 721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"ВЛ 10 кВ №4 ПС Большекирсановская", сроком на 49 лет</w:t>
            </w:r>
          </w:p>
        </w:tc>
      </w:tr>
    </w:tbl>
    <w:p w:rsidR="00000000" w:rsidRDefault="00BE7095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E7095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90</Words>
  <Characters>610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2021-05-17T10:48:00Z</dcterms:modified>
</cp:coreProperties>
</file>